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09A3E51C" w14:textId="77777777" w:rsidR="008D3CD3" w:rsidRDefault="008D3CD3" w:rsidP="00F4751D">
      <w:pPr>
        <w:widowControl w:val="0"/>
        <w:spacing w:line="480" w:lineRule="atLeast"/>
        <w:jc w:val="center"/>
        <w:rPr>
          <w:b/>
          <w:sz w:val="24"/>
        </w:rPr>
      </w:pPr>
      <w:r w:rsidRPr="008D3CD3">
        <w:rPr>
          <w:b/>
          <w:sz w:val="24"/>
        </w:rPr>
        <w:t>GARA EUROPEA A PROCEDURA TELEMATICA APERTA PER L’AFFIDAMENTO DELLA FORNITURA DEL SERVIZIO DI SPEDIZIONE TRAMITE CORRIERE ESPRESSO</w:t>
      </w:r>
    </w:p>
    <w:p w14:paraId="006453C7" w14:textId="49BB9480" w:rsidR="00892B2B" w:rsidRDefault="00892B2B" w:rsidP="00F4751D">
      <w:pPr>
        <w:widowControl w:val="0"/>
        <w:spacing w:line="480" w:lineRule="atLeast"/>
        <w:jc w:val="center"/>
        <w:rPr>
          <w:b/>
          <w:sz w:val="24"/>
        </w:rPr>
      </w:pPr>
      <w:r w:rsidRPr="00392A46">
        <w:rPr>
          <w:b/>
          <w:sz w:val="24"/>
        </w:rPr>
        <w:t>CIG</w:t>
      </w:r>
      <w:r w:rsidR="008D3CD3">
        <w:rPr>
          <w:b/>
          <w:sz w:val="24"/>
        </w:rPr>
        <w:t xml:space="preserve"> </w:t>
      </w:r>
      <w:r w:rsidR="005A4A1C" w:rsidRPr="005A4A1C">
        <w:rPr>
          <w:b/>
          <w:sz w:val="24"/>
        </w:rPr>
        <w:t>A0079E14B3</w:t>
      </w:r>
    </w:p>
    <w:p w14:paraId="2B6DCAE2" w14:textId="4A51B539" w:rsidR="00EF6D1C" w:rsidRPr="0060586D" w:rsidRDefault="00EF6D1C" w:rsidP="00F4751D">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316A1E23"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00FA198A" w:rsidRPr="00EC7A0E">
        <w:rPr>
          <w:sz w:val="24"/>
        </w:rPr>
        <w:t xml:space="preserve">, </w:t>
      </w:r>
      <w:r w:rsidR="001F0E1A" w:rsidRPr="00EC7A0E">
        <w:rPr>
          <w:sz w:val="24"/>
        </w:rPr>
        <w:t xml:space="preserve">capitale sociale versato </w:t>
      </w:r>
      <w:r w:rsidR="008D3CD3">
        <w:rPr>
          <w:sz w:val="24"/>
        </w:rPr>
        <w:t xml:space="preserve">€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5E74C476"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389458EE"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w:t>
      </w:r>
      <w:r w:rsidR="0050200B">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71BA9129"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201DFB3E"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8D3CD3">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7422A876"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F4751D">
        <w:t>94</w:t>
      </w:r>
      <w:r w:rsidRPr="00EC7A0E">
        <w:t xml:space="preserve"> del </w:t>
      </w:r>
      <w:proofErr w:type="gramStart"/>
      <w:r w:rsidRPr="00EC7A0E">
        <w:t>D.Lgs</w:t>
      </w:r>
      <w:proofErr w:type="gramEnd"/>
      <w:r w:rsidRPr="00EC7A0E">
        <w:t>.</w:t>
      </w:r>
      <w:r w:rsidR="00F4751D">
        <w:t>36</w:t>
      </w:r>
      <w:r w:rsidR="000A1E4A" w:rsidRPr="00EC7A0E">
        <w:t>/</w:t>
      </w:r>
      <w:r w:rsidR="00F4751D">
        <w:t>2023</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1728756B" w:rsidR="009F316D" w:rsidRDefault="00EF6D1C" w:rsidP="008D3CD3">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F4751D">
        <w:t xml:space="preserve">l’affidamento della </w:t>
      </w:r>
      <w:r w:rsidR="008D3CD3">
        <w:t xml:space="preserve">GARA EUROPEA A PROCEDURA TELEMATICA APERTA PER L’AFFIDAMENTO DELLA FORNITURA DEL SERVIZIO DI SPEDIZIONE TRAMITE CORRIERE ESPRESSO - </w:t>
      </w:r>
      <w:bookmarkStart w:id="0" w:name="_GoBack"/>
      <w:r w:rsidR="008D3CD3">
        <w:t>CIG</w:t>
      </w:r>
      <w:bookmarkEnd w:id="0"/>
      <w:r w:rsidR="008D3CD3">
        <w:t xml:space="preserve"> </w:t>
      </w:r>
      <w:r w:rsidR="005A4A1C" w:rsidRPr="005A4A1C">
        <w:t>A0079E14B3</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6503467C" w14:textId="53640A57" w:rsidR="0060485B" w:rsidRDefault="0060485B" w:rsidP="0060485B">
      <w:pPr>
        <w:spacing w:line="480" w:lineRule="atLeast"/>
        <w:ind w:right="199"/>
        <w:jc w:val="both"/>
        <w:outlineLvl w:val="0"/>
        <w:rPr>
          <w:sz w:val="24"/>
          <w:szCs w:val="24"/>
        </w:rPr>
      </w:pPr>
      <w:r w:rsidRPr="0060485B">
        <w:rPr>
          <w:sz w:val="24"/>
          <w:szCs w:val="24"/>
          <w:highlight w:val="yellow"/>
        </w:rPr>
        <w:t>al Capitolato Tecnico (</w:t>
      </w:r>
      <w:proofErr w:type="spellStart"/>
      <w:r w:rsidRPr="0060485B">
        <w:rPr>
          <w:sz w:val="24"/>
          <w:szCs w:val="24"/>
          <w:highlight w:val="yellow"/>
        </w:rPr>
        <w:t>All</w:t>
      </w:r>
      <w:proofErr w:type="spellEnd"/>
      <w:r w:rsidRPr="0060485B">
        <w:rPr>
          <w:sz w:val="24"/>
          <w:szCs w:val="24"/>
          <w:highlight w:val="yellow"/>
        </w:rPr>
        <w:t>. “</w:t>
      </w:r>
      <w:r w:rsidR="00276A66">
        <w:rPr>
          <w:sz w:val="24"/>
          <w:szCs w:val="24"/>
          <w:highlight w:val="yellow"/>
        </w:rPr>
        <w:t>1”)</w:t>
      </w:r>
      <w:r w:rsidR="00D34939">
        <w:rPr>
          <w:sz w:val="24"/>
          <w:szCs w:val="24"/>
          <w:highlight w:val="yellow"/>
        </w:rPr>
        <w:t xml:space="preserve"> </w:t>
      </w:r>
      <w:r w:rsidRPr="0060485B">
        <w:rPr>
          <w:sz w:val="24"/>
          <w:szCs w:val="24"/>
          <w:highlight w:val="yellow"/>
        </w:rPr>
        <w:t>ed all’ Offerta economica (</w:t>
      </w:r>
      <w:proofErr w:type="spellStart"/>
      <w:r w:rsidR="001D55F0" w:rsidRPr="0060485B">
        <w:rPr>
          <w:sz w:val="24"/>
          <w:szCs w:val="24"/>
          <w:highlight w:val="yellow"/>
        </w:rPr>
        <w:t>All</w:t>
      </w:r>
      <w:proofErr w:type="spellEnd"/>
      <w:r w:rsidR="001D55F0" w:rsidRPr="0060485B">
        <w:rPr>
          <w:sz w:val="24"/>
          <w:szCs w:val="24"/>
          <w:highlight w:val="yellow"/>
        </w:rPr>
        <w:t>. “</w:t>
      </w:r>
      <w:r w:rsidR="00D34939">
        <w:rPr>
          <w:sz w:val="24"/>
          <w:szCs w:val="24"/>
          <w:highlight w:val="yellow"/>
        </w:rPr>
        <w:t>2</w:t>
      </w:r>
      <w:r w:rsidRPr="0060485B">
        <w:rPr>
          <w:sz w:val="24"/>
          <w:szCs w:val="24"/>
          <w:highlight w:val="yellow"/>
        </w:rPr>
        <w:t>”) presentata dal fornitore in sede di gara.</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0751C6A1" w:rsidR="0060485B" w:rsidRPr="0060485B" w:rsidRDefault="0060485B" w:rsidP="0060485B">
      <w:pPr>
        <w:pStyle w:val="Corpotesto"/>
        <w:tabs>
          <w:tab w:val="left" w:pos="7513"/>
        </w:tabs>
        <w:ind w:right="198"/>
        <w:rPr>
          <w:szCs w:val="24"/>
        </w:rPr>
      </w:pPr>
      <w:r w:rsidRPr="0060485B">
        <w:rPr>
          <w:szCs w:val="24"/>
        </w:rPr>
        <w:t xml:space="preserve">La durata del contratto è di </w:t>
      </w:r>
      <w:r w:rsidR="0070643B" w:rsidRPr="0070643B">
        <w:rPr>
          <w:szCs w:val="24"/>
          <w:highlight w:val="yellow"/>
        </w:rPr>
        <w:t>__</w:t>
      </w:r>
      <w:r w:rsidRPr="0060485B">
        <w:rPr>
          <w:szCs w:val="24"/>
        </w:rPr>
        <w:t xml:space="preserve"> mesi.</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1153A76" w14:textId="3D2D3FE5" w:rsidR="0060485B" w:rsidRPr="0060485B" w:rsidRDefault="0060485B" w:rsidP="00276A66">
      <w:pPr>
        <w:spacing w:line="480" w:lineRule="atLeast"/>
        <w:ind w:right="199"/>
        <w:jc w:val="both"/>
        <w:outlineLvl w:val="0"/>
        <w:rPr>
          <w:sz w:val="24"/>
        </w:rPr>
      </w:pPr>
      <w:r w:rsidRPr="0060485B">
        <w:rPr>
          <w:sz w:val="24"/>
        </w:rPr>
        <w:lastRenderedPageBreak/>
        <w:t xml:space="preserve">Il corrispettivo contrattuale ammonta ad </w:t>
      </w:r>
      <w:r w:rsidRPr="0060485B">
        <w:rPr>
          <w:sz w:val="24"/>
          <w:highlight w:val="yellow"/>
        </w:rPr>
        <w:t>€__________</w:t>
      </w:r>
      <w:r w:rsidRPr="0060485B">
        <w:rPr>
          <w:sz w:val="24"/>
        </w:rPr>
        <w:t xml:space="preserve"> oltre IVA annui, </w:t>
      </w:r>
      <w:r w:rsidR="00276A66">
        <w:rPr>
          <w:sz w:val="24"/>
        </w:rPr>
        <w:t xml:space="preserve">per un totale complessivo pari ad € </w:t>
      </w:r>
      <w:r w:rsidR="00276A66" w:rsidRPr="0060485B">
        <w:rPr>
          <w:sz w:val="24"/>
          <w:highlight w:val="yellow"/>
        </w:rPr>
        <w:t>€__________</w:t>
      </w:r>
      <w:r w:rsidR="00276A66" w:rsidRPr="0060485B">
        <w:rPr>
          <w:sz w:val="24"/>
        </w:rPr>
        <w:t xml:space="preserve"> oltre IVA</w:t>
      </w:r>
      <w:r w:rsidR="00276A66">
        <w:rPr>
          <w:sz w:val="24"/>
        </w:rPr>
        <w:t xml:space="preserve"> per la durata di </w:t>
      </w:r>
      <w:r w:rsidR="0070643B" w:rsidRPr="0070643B">
        <w:rPr>
          <w:sz w:val="24"/>
          <w:highlight w:val="yellow"/>
        </w:rPr>
        <w:t>__</w:t>
      </w:r>
      <w:r w:rsidR="00276A66">
        <w:rPr>
          <w:sz w:val="24"/>
        </w:rPr>
        <w:t xml:space="preserve"> mesi.</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772B62A9" w14:textId="3B9121CE" w:rsid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276A66">
        <w:rPr>
          <w:sz w:val="24"/>
          <w:highlight w:val="yellow"/>
        </w:rPr>
        <w:t xml:space="preserve">al Capitolato </w:t>
      </w:r>
      <w:r w:rsidR="00276A66" w:rsidRPr="00276A66">
        <w:rPr>
          <w:sz w:val="24"/>
          <w:highlight w:val="yellow"/>
        </w:rPr>
        <w:t xml:space="preserve">tecnico </w:t>
      </w:r>
      <w:r w:rsidR="0060485B" w:rsidRPr="00276A66">
        <w:rPr>
          <w:sz w:val="24"/>
          <w:highlight w:val="yellow"/>
        </w:rPr>
        <w:t>(</w:t>
      </w:r>
      <w:proofErr w:type="spellStart"/>
      <w:r w:rsidR="0060485B" w:rsidRPr="00276A66">
        <w:rPr>
          <w:sz w:val="24"/>
          <w:highlight w:val="yellow"/>
        </w:rPr>
        <w:t>All</w:t>
      </w:r>
      <w:proofErr w:type="spellEnd"/>
      <w:r w:rsidR="0060485B" w:rsidRPr="00276A66">
        <w:rPr>
          <w:sz w:val="24"/>
          <w:highlight w:val="yellow"/>
        </w:rPr>
        <w:t xml:space="preserve">. “1”), e all’Offerta </w:t>
      </w:r>
      <w:r w:rsidR="00276A66" w:rsidRPr="00276A66">
        <w:rPr>
          <w:sz w:val="24"/>
          <w:highlight w:val="yellow"/>
        </w:rPr>
        <w:t>economica</w:t>
      </w:r>
      <w:r w:rsidR="0060485B" w:rsidRPr="00276A66">
        <w:rPr>
          <w:sz w:val="24"/>
          <w:highlight w:val="yellow"/>
        </w:rPr>
        <w:t xml:space="preserve"> (</w:t>
      </w:r>
      <w:proofErr w:type="spellStart"/>
      <w:r w:rsidR="0060485B" w:rsidRPr="00276A66">
        <w:rPr>
          <w:sz w:val="24"/>
          <w:highlight w:val="yellow"/>
        </w:rPr>
        <w:t>All</w:t>
      </w:r>
      <w:proofErr w:type="spellEnd"/>
      <w:r w:rsidR="0060485B" w:rsidRPr="00276A66">
        <w:rPr>
          <w:sz w:val="24"/>
          <w:highlight w:val="yellow"/>
        </w:rPr>
        <w:t>. “</w:t>
      </w:r>
      <w:r w:rsidR="00276A66" w:rsidRPr="00276A66">
        <w:rPr>
          <w:sz w:val="24"/>
          <w:highlight w:val="yellow"/>
        </w:rPr>
        <w:t>2</w:t>
      </w:r>
      <w:r w:rsidR="0060485B" w:rsidRPr="00276A66">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CA5E826" w14:textId="01D6FB41" w:rsidR="0060485B" w:rsidRPr="00276A66"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75AB7D22" w14:textId="5FF98101" w:rsidR="0060485B" w:rsidRDefault="0060485B" w:rsidP="00276A66">
      <w:pPr>
        <w:pStyle w:val="Corpotesto"/>
        <w:ind w:right="199"/>
      </w:pPr>
      <w:r w:rsidRPr="0060485B">
        <w:rPr>
          <w:highlight w:val="yellow"/>
        </w:rPr>
        <w:t>Si rinvia al Capitolato Tecnico (</w:t>
      </w:r>
      <w:proofErr w:type="spellStart"/>
      <w:r w:rsidRPr="0060485B">
        <w:rPr>
          <w:highlight w:val="yellow"/>
        </w:rPr>
        <w:t>All</w:t>
      </w:r>
      <w:proofErr w:type="spellEnd"/>
      <w:r w:rsidRPr="0060485B">
        <w:rPr>
          <w:highlight w:val="yellow"/>
        </w:rPr>
        <w:t>. “1</w:t>
      </w:r>
      <w:r w:rsidR="00276A66">
        <w:rPr>
          <w:highlight w:val="yellow"/>
        </w:rPr>
        <w:t>”).</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0AC1B02F"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F4751D">
        <w:rPr>
          <w:sz w:val="24"/>
        </w:rPr>
        <w:t>94</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F4751D">
        <w:rPr>
          <w:sz w:val="24"/>
        </w:rPr>
        <w:t>36/2023</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6CAB58F1"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70643B" w:rsidRPr="0070643B">
        <w:rPr>
          <w:sz w:val="24"/>
          <w:szCs w:val="24"/>
        </w:rPr>
        <w:t>in caso in cui le verifiche antimafia effettuate anche successivamente alla stipula abbiano dato esito interdittivo</w:t>
      </w:r>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5B66820B" w:rsidR="004571A2" w:rsidRPr="00EC7A0E" w:rsidRDefault="004571A2" w:rsidP="005E41A9">
      <w:pPr>
        <w:widowControl w:val="0"/>
        <w:spacing w:line="567" w:lineRule="exact"/>
        <w:jc w:val="both"/>
        <w:outlineLvl w:val="0"/>
        <w:rPr>
          <w:sz w:val="24"/>
          <w:szCs w:val="24"/>
        </w:rPr>
      </w:pPr>
      <w:r w:rsidRPr="00EC7A0E">
        <w:rPr>
          <w:sz w:val="24"/>
          <w:szCs w:val="24"/>
        </w:rPr>
        <w:t>Il Politecnico di Milano ha il diritto di recedere in qualunque tempo dal Contratto con le modalità previste dall’Art.</w:t>
      </w:r>
      <w:r w:rsidR="00F4751D">
        <w:rPr>
          <w:sz w:val="24"/>
          <w:szCs w:val="24"/>
        </w:rPr>
        <w:t>122</w:t>
      </w:r>
      <w:r w:rsidRPr="00EC7A0E">
        <w:rPr>
          <w:sz w:val="24"/>
          <w:szCs w:val="24"/>
        </w:rPr>
        <w:t xml:space="preserve"> </w:t>
      </w:r>
      <w:proofErr w:type="gramStart"/>
      <w:r w:rsidRPr="00EC7A0E">
        <w:rPr>
          <w:sz w:val="24"/>
          <w:szCs w:val="24"/>
        </w:rPr>
        <w:t>D.Lgs</w:t>
      </w:r>
      <w:proofErr w:type="gramEnd"/>
      <w:r w:rsidRPr="00EC7A0E">
        <w:rPr>
          <w:sz w:val="24"/>
          <w:szCs w:val="24"/>
        </w:rPr>
        <w:t>.</w:t>
      </w:r>
      <w:r w:rsidR="00F4751D">
        <w:rPr>
          <w:sz w:val="24"/>
          <w:szCs w:val="24"/>
        </w:rPr>
        <w:t>36</w:t>
      </w:r>
      <w:r w:rsidRPr="00EC7A0E">
        <w:rPr>
          <w:sz w:val="24"/>
          <w:szCs w:val="24"/>
        </w:rPr>
        <w:t>/</w:t>
      </w:r>
      <w:r w:rsidR="00F4751D">
        <w:rPr>
          <w:sz w:val="24"/>
          <w:szCs w:val="24"/>
        </w:rPr>
        <w:t>2023</w:t>
      </w:r>
      <w:r w:rsidRPr="00EC7A0E">
        <w:rPr>
          <w:sz w:val="24"/>
          <w:szCs w:val="24"/>
        </w:rPr>
        <w:t>.</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404C7BDC" w14:textId="36FE68C9" w:rsidR="0060485B" w:rsidRPr="00276A66" w:rsidRDefault="0060485B" w:rsidP="00276A66">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1 Capitolato Tecnico </w:t>
      </w:r>
    </w:p>
    <w:p w14:paraId="673E24B6" w14:textId="7485F98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2</w:t>
      </w:r>
      <w:r w:rsidRPr="0060485B">
        <w:rPr>
          <w:sz w:val="24"/>
          <w:highlight w:val="yellow"/>
        </w:rPr>
        <w:t xml:space="preserve"> Offerta Economica</w:t>
      </w:r>
    </w:p>
    <w:p w14:paraId="05E8198D" w14:textId="3845B91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3</w:t>
      </w:r>
      <w:r w:rsidRPr="0060485B">
        <w:rPr>
          <w:sz w:val="24"/>
          <w:highlight w:val="yellow"/>
        </w:rPr>
        <w:t xml:space="preserve"> 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lastRenderedPageBreak/>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0B5BAFEB"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F4751D">
        <w:rPr>
          <w:bCs/>
          <w:iCs/>
          <w:sz w:val="24"/>
          <w:szCs w:val="24"/>
        </w:rPr>
        <w:t>18</w:t>
      </w:r>
      <w:r w:rsidRPr="00EC7A0E">
        <w:rPr>
          <w:bCs/>
          <w:iCs/>
          <w:sz w:val="24"/>
          <w:szCs w:val="24"/>
        </w:rPr>
        <w:t xml:space="preserve"> del D.Lgs. </w:t>
      </w:r>
      <w:r w:rsidR="00F4751D">
        <w:rPr>
          <w:bCs/>
          <w:iCs/>
          <w:sz w:val="24"/>
          <w:szCs w:val="24"/>
        </w:rPr>
        <w:t>36</w:t>
      </w:r>
      <w:r w:rsidR="00261238" w:rsidRPr="00EC7A0E">
        <w:rPr>
          <w:bCs/>
          <w:iCs/>
          <w:sz w:val="24"/>
          <w:szCs w:val="24"/>
        </w:rPr>
        <w:t>/</w:t>
      </w:r>
      <w:r w:rsidR="00F4751D">
        <w:rPr>
          <w:bCs/>
          <w:iCs/>
          <w:sz w:val="24"/>
          <w:szCs w:val="24"/>
        </w:rPr>
        <w:t>2023</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2A66B5A1"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8D3CD3">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2A4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A4A1C"/>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2B2B"/>
    <w:rsid w:val="00894739"/>
    <w:rsid w:val="0089743E"/>
    <w:rsid w:val="008A24CB"/>
    <w:rsid w:val="008A608A"/>
    <w:rsid w:val="008B57BF"/>
    <w:rsid w:val="008C06E7"/>
    <w:rsid w:val="008C7CD9"/>
    <w:rsid w:val="008D068A"/>
    <w:rsid w:val="008D3CD3"/>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F767D-796E-434F-A0F4-9A9C50214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48</TotalTime>
  <Pages>7</Pages>
  <Words>2214</Words>
  <Characters>13338</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10</cp:revision>
  <cp:lastPrinted>2018-06-14T08:33:00Z</cp:lastPrinted>
  <dcterms:created xsi:type="dcterms:W3CDTF">2023-05-05T14:27:00Z</dcterms:created>
  <dcterms:modified xsi:type="dcterms:W3CDTF">2023-08-25T06:43:00Z</dcterms:modified>
</cp:coreProperties>
</file>